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CB" w:rsidRDefault="002306CB" w:rsidP="003E5BF0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pt;margin-top:83.25pt;width:453pt;height:183.75pt;z-index:251657728;visibility:visible">
            <v:imagedata r:id="rId4" o:title=""/>
          </v:shape>
        </w:pict>
      </w:r>
      <w:r>
        <w:rPr>
          <w:noProof/>
        </w:rPr>
        <w:pict>
          <v:shape id="Picture 1" o:spid="_x0000_s1027" type="#_x0000_t75" style="position:absolute;left:0;text-align:left;margin-left:-12.35pt;margin-top:-18.05pt;width:130.55pt;height:78.25pt;z-index:251656704;visibility:visible">
            <v:imagedata r:id="rId5" o:title=""/>
            <o:lock v:ext="edit" aspectratio="f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9.75pt;margin-top:9pt;width:105pt;height:71.25pt;z-index:251655680" filled="f" stroked="f">
            <v:textbox>
              <w:txbxContent>
                <w:p w:rsidR="002306CB" w:rsidRDefault="002306CB" w:rsidP="003E5BF0">
                  <w:pPr>
                    <w:jc w:val="center"/>
                  </w:pPr>
                  <w:r w:rsidRPr="003E5BF0">
                    <w:rPr>
                      <w:b/>
                      <w:bCs/>
                      <w:u w:val="single"/>
                    </w:rPr>
                    <w:t>Reminder</w:t>
                  </w:r>
                  <w:r w:rsidRPr="003E5BF0">
                    <w:rPr>
                      <w:b/>
                      <w:bCs/>
                    </w:rPr>
                    <w:t>:</w:t>
                  </w:r>
                  <w:r>
                    <w:br/>
                    <w:t>Ctrl + C = Copy</w:t>
                  </w:r>
                  <w:r>
                    <w:br/>
                    <w:t>Ctrl + V = Paste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9" type="#_x0000_t59" style="position:absolute;left:0;text-align:left;margin-left:423.75pt;margin-top:-6pt;width:117pt;height:85.5pt;z-index:251654656">
            <v:shadow on="t" opacity=".5" offset="6pt,6pt"/>
          </v:shape>
        </w:pict>
      </w:r>
      <w:r w:rsidRPr="003E5BF0">
        <w:rPr>
          <w:b/>
          <w:bCs/>
          <w:sz w:val="36"/>
          <w:szCs w:val="36"/>
        </w:rPr>
        <w:t>My Wordle</w:t>
      </w:r>
      <w:r w:rsidRPr="003E5BF0">
        <w:rPr>
          <w:b/>
          <w:bCs/>
          <w:sz w:val="36"/>
          <w:szCs w:val="36"/>
        </w:rPr>
        <w:br/>
      </w:r>
      <w:r>
        <w:rPr>
          <w:b/>
          <w:bCs/>
          <w:i/>
          <w:iCs/>
          <w:color w:val="0070C0"/>
          <w:sz w:val="28"/>
          <w:szCs w:val="28"/>
        </w:rPr>
        <w:t>Advanced Tab List</w:t>
      </w:r>
      <w:r>
        <w:rPr>
          <w:b/>
          <w:bCs/>
          <w:sz w:val="36"/>
          <w:szCs w:val="36"/>
        </w:rPr>
        <w:br/>
      </w:r>
      <w:r w:rsidRPr="003E5BF0">
        <w:rPr>
          <w:sz w:val="24"/>
          <w:szCs w:val="24"/>
        </w:rPr>
        <w:t xml:space="preserve">By </w:t>
      </w:r>
      <w:r>
        <w:rPr>
          <w:sz w:val="24"/>
          <w:szCs w:val="24"/>
        </w:rPr>
        <w:t>[Name]</w:t>
      </w:r>
      <w:r>
        <w:rPr>
          <w:sz w:val="24"/>
          <w:szCs w:val="24"/>
        </w:rPr>
        <w:br/>
      </w: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</w:p>
    <w:p w:rsidR="002306CB" w:rsidRDefault="002306CB" w:rsidP="003E5BF0">
      <w:pPr>
        <w:jc w:val="center"/>
        <w:rPr>
          <w:b/>
          <w:bCs/>
          <w:sz w:val="24"/>
          <w:szCs w:val="24"/>
        </w:rPr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0" type="#_x0000_t68" style="position:absolute;left:0;text-align:left;margin-left:68.25pt;margin-top:15.5pt;width:19.5pt;height:51.75pt;rotation:2529114fd;z-index:251658752" adj="6344,7089" fillcolor="black">
            <v:textbox style="layout-flow:vertical-ideographic"/>
          </v:shape>
        </w:pict>
      </w:r>
    </w:p>
    <w:p w:rsidR="002306CB" w:rsidRDefault="002306CB" w:rsidP="003E5BF0">
      <w:pPr>
        <w:rPr>
          <w:b/>
          <w:bCs/>
          <w:sz w:val="24"/>
          <w:szCs w:val="24"/>
        </w:rPr>
      </w:pPr>
    </w:p>
    <w:p w:rsidR="002306CB" w:rsidRDefault="002306CB" w:rsidP="003E5BF0">
      <w:pPr>
        <w:rPr>
          <w:b/>
          <w:bCs/>
          <w:sz w:val="24"/>
          <w:szCs w:val="24"/>
        </w:rPr>
      </w:pPr>
      <w:r w:rsidRPr="009E0965">
        <w:rPr>
          <w:b/>
          <w:bCs/>
          <w:sz w:val="24"/>
          <w:szCs w:val="24"/>
          <w:u w:val="single"/>
        </w:rPr>
        <w:t>Example</w:t>
      </w:r>
      <w:r>
        <w:rPr>
          <w:b/>
          <w:bCs/>
          <w:sz w:val="24"/>
          <w:szCs w:val="24"/>
        </w:rPr>
        <w:t>:</w:t>
      </w:r>
    </w:p>
    <w:p w:rsidR="002306CB" w:rsidRPr="009E0965" w:rsidRDefault="002306CB" w:rsidP="003E5BF0">
      <w:pPr>
        <w:rPr>
          <w:sz w:val="24"/>
          <w:szCs w:val="24"/>
        </w:rPr>
      </w:pPr>
      <w:r w:rsidRPr="009E0965">
        <w:rPr>
          <w:sz w:val="24"/>
          <w:szCs w:val="24"/>
        </w:rPr>
        <w:t>I~Broke~My~Trunk:400</w:t>
      </w:r>
    </w:p>
    <w:p w:rsidR="002306CB" w:rsidRPr="009E0965" w:rsidRDefault="002306CB" w:rsidP="009E0965">
      <w:pPr>
        <w:rPr>
          <w:sz w:val="24"/>
          <w:szCs w:val="24"/>
        </w:rPr>
      </w:pPr>
      <w:r w:rsidRPr="009E0965">
        <w:rPr>
          <w:sz w:val="24"/>
          <w:szCs w:val="24"/>
        </w:rPr>
        <w:t>Author~Mo~Willems:300</w:t>
      </w:r>
    </w:p>
    <w:p w:rsidR="002306CB" w:rsidRPr="009E0965" w:rsidRDefault="002306CB" w:rsidP="009E0965">
      <w:pPr>
        <w:rPr>
          <w:sz w:val="24"/>
          <w:szCs w:val="24"/>
        </w:rPr>
      </w:pPr>
      <w:r w:rsidRPr="009E0965">
        <w:rPr>
          <w:sz w:val="24"/>
          <w:szCs w:val="24"/>
        </w:rPr>
        <w:t>Illustrator~Mo~Willems:300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Tip #1:</w:t>
      </w:r>
    </w:p>
    <w:p w:rsidR="002306CB" w:rsidRDefault="002306CB" w:rsidP="004F3FDB">
      <w:pPr>
        <w:rPr>
          <w:sz w:val="24"/>
          <w:szCs w:val="24"/>
        </w:rPr>
      </w:pPr>
      <w:r w:rsidRPr="008E6B57">
        <w:rPr>
          <w:sz w:val="24"/>
          <w:szCs w:val="24"/>
        </w:rPr>
        <w:t>When using Wordle, the more times you type the word or phrase, the bigger the text will be displayed on your final product.</w:t>
      </w:r>
      <w:r>
        <w:rPr>
          <w:sz w:val="24"/>
          <w:szCs w:val="24"/>
        </w:rPr>
        <w:t xml:space="preserve">  The </w:t>
      </w:r>
      <w:r>
        <w:rPr>
          <w:b/>
          <w:bCs/>
          <w:sz w:val="24"/>
          <w:szCs w:val="24"/>
        </w:rPr>
        <w:t>title</w:t>
      </w:r>
      <w:r>
        <w:rPr>
          <w:sz w:val="24"/>
          <w:szCs w:val="24"/>
        </w:rPr>
        <w:t xml:space="preserve"> should be displayed largest, followed by the author’s name and/or illustrator.  The size of the other words is your choice. By using the Advanced Tab and designating a number value, it tells Wordle how big to make the text.</w:t>
      </w:r>
    </w:p>
    <w:p w:rsidR="002306CB" w:rsidRDefault="002306CB" w:rsidP="009E0965">
      <w:pPr>
        <w:rPr>
          <w:b/>
          <w:bCs/>
          <w:sz w:val="24"/>
          <w:szCs w:val="24"/>
        </w:rPr>
      </w:pPr>
    </w:p>
    <w:p w:rsidR="002306CB" w:rsidRPr="000771B6" w:rsidRDefault="002306CB" w:rsidP="004F3FDB">
      <w:pPr>
        <w:rPr>
          <w:sz w:val="24"/>
          <w:szCs w:val="24"/>
        </w:rPr>
      </w:pP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31" type="#_x0000_t85" style="position:absolute;margin-left:406.8pt;margin-top:7.6pt;width:17.25pt;height:116.25pt;z-index:251660800" strokeweight="1.5pt">
            <v:stroke startarrow="block" endarrow="block"/>
          </v:shape>
        </w:pict>
      </w:r>
      <w:r>
        <w:rPr>
          <w:noProof/>
        </w:rPr>
        <w:pict>
          <v:shape id="Picture 22" o:spid="_x0000_s1032" type="#_x0000_t75" style="position:absolute;margin-left:413.3pt;margin-top:-24.9pt;width:129.1pt;height:214.55pt;z-index:251659776;visibility:visible">
            <v:imagedata r:id="rId6" o:title=""/>
            <o:lock v:ext="edit" aspectratio="f"/>
          </v:shape>
        </w:pict>
      </w:r>
      <w:r w:rsidRPr="008E6B57">
        <w:rPr>
          <w:b/>
          <w:bCs/>
          <w:sz w:val="24"/>
          <w:szCs w:val="24"/>
          <w:u w:val="single"/>
        </w:rPr>
        <w:t>Tip #</w:t>
      </w:r>
      <w:r>
        <w:rPr>
          <w:b/>
          <w:bCs/>
          <w:sz w:val="24"/>
          <w:szCs w:val="24"/>
          <w:u w:val="single"/>
        </w:rPr>
        <w:t>2</w:t>
      </w:r>
      <w:r>
        <w:rPr>
          <w:b/>
          <w:bCs/>
          <w:sz w:val="24"/>
          <w:szCs w:val="24"/>
        </w:rPr>
        <w:t>:  To keep two or more words together, use the ~ symbol.</w:t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 w:rsidRPr="000771B6">
        <w:rPr>
          <w:sz w:val="24"/>
          <w:szCs w:val="24"/>
        </w:rPr>
        <w:t>For example, to keep “Author Andrew Clements” together, type:</w:t>
      </w:r>
    </w:p>
    <w:p w:rsidR="002306CB" w:rsidRPr="00B41107" w:rsidRDefault="002306CB" w:rsidP="004F3FDB">
      <w:pPr>
        <w:rPr>
          <w:sz w:val="24"/>
          <w:szCs w:val="24"/>
        </w:rPr>
      </w:pPr>
      <w:r w:rsidRPr="000771B6">
        <w:rPr>
          <w:sz w:val="24"/>
          <w:szCs w:val="24"/>
        </w:rPr>
        <w:t>Author~Andrew~Clements</w:t>
      </w:r>
      <w:r w:rsidRPr="000771B6">
        <w:rPr>
          <w:sz w:val="24"/>
          <w:szCs w:val="24"/>
        </w:rPr>
        <w:tab/>
        <w:t xml:space="preserve">    </w:t>
      </w:r>
      <w:r w:rsidRPr="000771B6">
        <w:rPr>
          <w:sz w:val="24"/>
          <w:szCs w:val="24"/>
        </w:rPr>
        <w:sym w:font="Wingdings" w:char="F0E0"/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Author Andrew Clements</w:t>
      </w:r>
      <w:r>
        <w:rPr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 w:rsidRPr="000771B6">
        <w:rPr>
          <w:b/>
          <w:bCs/>
          <w:sz w:val="24"/>
          <w:szCs w:val="24"/>
        </w:rPr>
        <w:t>Make the ~ symbol by pressing “Shift” and the key to the left of number 1.</w:t>
      </w:r>
      <w:r w:rsidRPr="00874ACE">
        <w:rPr>
          <w:sz w:val="24"/>
          <w:szCs w:val="24"/>
        </w:rPr>
        <w:t xml:space="preserve"> 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</w:p>
    <w:p w:rsidR="002306CB" w:rsidRDefault="002306CB" w:rsidP="009E0965">
      <w:pPr>
        <w:rPr>
          <w:b/>
          <w:bCs/>
          <w:sz w:val="24"/>
          <w:szCs w:val="24"/>
        </w:rPr>
      </w:pP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My Book’s Literary Elements </w:t>
      </w:r>
      <w:r w:rsidRPr="005D6C4B">
        <w:rPr>
          <w:b/>
          <w:bCs/>
          <w:sz w:val="24"/>
          <w:szCs w:val="24"/>
          <w:u w:val="single"/>
        </w:rPr>
        <w:t>&amp; Numerical Estimates</w:t>
      </w:r>
      <w:r>
        <w:rPr>
          <w:b/>
          <w:bCs/>
          <w:sz w:val="24"/>
          <w:szCs w:val="24"/>
        </w:rPr>
        <w:t>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Remember to type it in “wordle style” if you want the words to be together using ~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Title: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Author: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Illustrator: (if applicable)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Setting: (doesn’t apply for non-fiction books)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Main Character: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Main Character: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Main Character: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Main Character: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Genre: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Plot/action word: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Plot/action word:</w:t>
      </w:r>
    </w:p>
    <w:p w:rsidR="002306CB" w:rsidRDefault="002306CB" w:rsidP="004F3FD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Plot/action word:</w:t>
      </w:r>
    </w:p>
    <w:p w:rsidR="002306CB" w:rsidRDefault="002306CB" w:rsidP="004F3FD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Plot/action word:</w:t>
      </w:r>
    </w:p>
    <w:p w:rsidR="002306CB" w:rsidRDefault="002306CB" w:rsidP="008C7F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Plot/action word: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Call Number: (the number/letters on the spine of the book)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Awards or honors: (if applicable)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Choice Words: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Choice Words:</w:t>
      </w:r>
    </w:p>
    <w:p w:rsidR="002306CB" w:rsidRDefault="002306CB" w:rsidP="009E096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Choice Words:</w:t>
      </w:r>
    </w:p>
    <w:p w:rsidR="002306CB" w:rsidRPr="005D6C4B" w:rsidRDefault="002306CB" w:rsidP="009E0965">
      <w:pPr>
        <w:rPr>
          <w:sz w:val="24"/>
          <w:szCs w:val="24"/>
        </w:rPr>
      </w:pPr>
    </w:p>
    <w:p w:rsidR="002306CB" w:rsidRDefault="002306CB" w:rsidP="003E5BF0">
      <w:pPr>
        <w:rPr>
          <w:b/>
          <w:bCs/>
          <w:sz w:val="24"/>
          <w:szCs w:val="24"/>
        </w:rPr>
      </w:pPr>
    </w:p>
    <w:sectPr w:rsidR="002306CB" w:rsidSect="003E5B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characterSpacingControl w:val="doNotCompress"/>
  <w:savePreviewPicture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AF5"/>
    <w:rsid w:val="000771B6"/>
    <w:rsid w:val="001C07E5"/>
    <w:rsid w:val="002306CB"/>
    <w:rsid w:val="00272EE5"/>
    <w:rsid w:val="00363E39"/>
    <w:rsid w:val="003E5BF0"/>
    <w:rsid w:val="00427AE5"/>
    <w:rsid w:val="004E242A"/>
    <w:rsid w:val="004F3FDB"/>
    <w:rsid w:val="005B33D6"/>
    <w:rsid w:val="005D6C4B"/>
    <w:rsid w:val="0069431D"/>
    <w:rsid w:val="006D0D4A"/>
    <w:rsid w:val="00774C11"/>
    <w:rsid w:val="00874ACE"/>
    <w:rsid w:val="008C5188"/>
    <w:rsid w:val="008C7F36"/>
    <w:rsid w:val="008E6B57"/>
    <w:rsid w:val="009770D4"/>
    <w:rsid w:val="009E0965"/>
    <w:rsid w:val="009F06DB"/>
    <w:rsid w:val="00B41107"/>
    <w:rsid w:val="00BB45AC"/>
    <w:rsid w:val="00C57CA9"/>
    <w:rsid w:val="00CB2DAE"/>
    <w:rsid w:val="00CB5913"/>
    <w:rsid w:val="00DB4AF4"/>
    <w:rsid w:val="00DE4CAB"/>
    <w:rsid w:val="00E2719E"/>
    <w:rsid w:val="00EA7A55"/>
    <w:rsid w:val="00EC6DE6"/>
    <w:rsid w:val="00EE2E24"/>
    <w:rsid w:val="00F16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E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E5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191</Words>
  <Characters>1091</Characters>
  <Application>Microsoft Office Outlook</Application>
  <DocSecurity>0</DocSecurity>
  <Lines>0</Lines>
  <Paragraphs>0</Paragraphs>
  <ScaleCrop>false</ScaleCrop>
  <Company>D87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Wordle</dc:title>
  <dc:subject/>
  <dc:creator>obertsa</dc:creator>
  <cp:keywords/>
  <dc:description/>
  <cp:lastModifiedBy>User</cp:lastModifiedBy>
  <cp:revision>2</cp:revision>
  <dcterms:created xsi:type="dcterms:W3CDTF">2012-01-07T23:22:00Z</dcterms:created>
  <dcterms:modified xsi:type="dcterms:W3CDTF">2012-01-07T23:22:00Z</dcterms:modified>
</cp:coreProperties>
</file>